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70049" w14:textId="77777777" w:rsidR="00B142D6" w:rsidRPr="00C17762" w:rsidRDefault="000846FB" w:rsidP="00B142D6">
      <w:pPr>
        <w:spacing w:after="0" w:line="360" w:lineRule="auto"/>
        <w:ind w:right="1700"/>
        <w:jc w:val="both"/>
        <w:rPr>
          <w:rFonts w:ascii="SimHei" w:eastAsia="SimHei" w:hAnsi="SimHei" w:cs="Arial"/>
          <w:bCs/>
          <w:sz w:val="20"/>
          <w:szCs w:val="20"/>
        </w:rPr>
      </w:pPr>
      <w:r w:rsidRPr="00C17762">
        <w:rPr>
          <w:rFonts w:ascii="SimHei" w:eastAsia="SimHei" w:hAnsi="SimHei" w:hint="eastAsia"/>
          <w:bCs/>
          <w:sz w:val="20"/>
        </w:rPr>
        <w:t>柔软有弹性，防尘防水</w:t>
      </w:r>
    </w:p>
    <w:p w14:paraId="1642FF09" w14:textId="6A62D9D8" w:rsidR="00B142D6" w:rsidRPr="00C17762" w:rsidRDefault="000846FB" w:rsidP="00B142D6">
      <w:pPr>
        <w:spacing w:after="0" w:line="360" w:lineRule="auto"/>
        <w:ind w:right="1700"/>
        <w:rPr>
          <w:rFonts w:ascii="SimHei" w:eastAsia="SimHei" w:hAnsi="SimHei" w:cs="Arial"/>
          <w:b/>
          <w:sz w:val="24"/>
          <w:szCs w:val="24"/>
        </w:rPr>
      </w:pPr>
      <w:r w:rsidRPr="00C17762">
        <w:rPr>
          <w:rFonts w:ascii="SimHei" w:eastAsia="SimHei" w:hAnsi="SimHei" w:hint="eastAsia"/>
          <w:b/>
          <w:sz w:val="24"/>
        </w:rPr>
        <w:t>凯柏胶宝</w:t>
      </w:r>
      <w:r w:rsidRPr="00C17762">
        <w:rPr>
          <w:rFonts w:ascii="Calibri" w:eastAsia="SimHei" w:hAnsi="Calibri" w:cs="Calibri"/>
          <w:b/>
          <w:sz w:val="24"/>
        </w:rPr>
        <w:t>®</w:t>
      </w:r>
      <w:r w:rsidRPr="00C17762">
        <w:rPr>
          <w:rFonts w:ascii="SimHei" w:eastAsia="SimHei" w:hAnsi="SimHei" w:hint="eastAsia"/>
          <w:b/>
          <w:sz w:val="24"/>
        </w:rPr>
        <w:t xml:space="preserve"> 和 </w:t>
      </w:r>
      <w:r w:rsidRPr="00C17762">
        <w:rPr>
          <w:rFonts w:ascii="Arial" w:eastAsia="SimHei" w:hAnsi="Arial" w:cs="Arial"/>
          <w:b/>
          <w:sz w:val="24"/>
        </w:rPr>
        <w:t>NEXTIS</w:t>
      </w:r>
      <w:r w:rsidRPr="00C17762">
        <w:rPr>
          <w:rFonts w:ascii="SimHei" w:eastAsia="SimHei" w:hAnsi="SimHei" w:hint="eastAsia"/>
          <w:b/>
          <w:sz w:val="24"/>
        </w:rPr>
        <w:t xml:space="preserve"> 合作，通过模制热塑宝化合物为呼吸设备制作弹性 </w:t>
      </w:r>
      <w:r w:rsidRPr="00C17762">
        <w:rPr>
          <w:rFonts w:ascii="Arial" w:eastAsia="SimHei" w:hAnsi="Arial" w:cs="Arial"/>
          <w:b/>
          <w:sz w:val="24"/>
        </w:rPr>
        <w:t>USB</w:t>
      </w:r>
      <w:r w:rsidRPr="00C17762">
        <w:rPr>
          <w:rFonts w:ascii="SimHei" w:eastAsia="SimHei" w:hAnsi="SimHei" w:hint="eastAsia"/>
          <w:b/>
          <w:sz w:val="24"/>
        </w:rPr>
        <w:t xml:space="preserve"> 插座保护盖</w:t>
      </w:r>
    </w:p>
    <w:p w14:paraId="233EC254" w14:textId="77777777" w:rsidR="00B142D6" w:rsidRPr="00C17762" w:rsidRDefault="00B142D6" w:rsidP="00B142D6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</w:rPr>
      </w:pPr>
    </w:p>
    <w:p w14:paraId="39B1E3FD" w14:textId="49DDF8AE" w:rsidR="00083596" w:rsidRPr="00C17762" w:rsidRDefault="000846FB" w:rsidP="00B71FA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  <w:szCs w:val="20"/>
        </w:rPr>
      </w:pPr>
      <w:r w:rsidRPr="00C17762">
        <w:rPr>
          <w:rFonts w:ascii="SimHei" w:eastAsia="SimHei" w:hAnsi="SimHei" w:hint="eastAsia"/>
          <w:b/>
          <w:sz w:val="20"/>
        </w:rPr>
        <w:t>法国</w:t>
      </w:r>
      <w:r w:rsidRPr="00C17762">
        <w:rPr>
          <w:rFonts w:ascii="Arial" w:eastAsia="SimHei" w:hAnsi="Arial" w:cs="Arial"/>
          <w:b/>
          <w:sz w:val="20"/>
        </w:rPr>
        <w:t xml:space="preserve"> NEXTIS</w:t>
      </w:r>
      <w:r w:rsidRPr="00C17762">
        <w:rPr>
          <w:rFonts w:ascii="SimHei" w:eastAsia="SimHei" w:hAnsi="SimHei" w:hint="eastAsia"/>
          <w:b/>
          <w:sz w:val="20"/>
        </w:rPr>
        <w:t xml:space="preserve"> 公司是医疗部件和组件产品的系统供应商，具有专业的医疗部件开发能力。该公司与凯柏胶宝</w:t>
      </w:r>
      <w:r w:rsidRPr="00C17762">
        <w:rPr>
          <w:rFonts w:ascii="Calibri" w:eastAsia="SimHei" w:hAnsi="Calibri" w:cs="Calibri"/>
          <w:b/>
          <w:sz w:val="20"/>
        </w:rPr>
        <w:t>®</w:t>
      </w:r>
      <w:r w:rsidRPr="00C17762">
        <w:rPr>
          <w:rFonts w:ascii="SimHei" w:eastAsia="SimHei" w:hAnsi="SimHei" w:hint="eastAsia"/>
          <w:b/>
          <w:sz w:val="20"/>
        </w:rPr>
        <w:t xml:space="preserve"> 密切合作，开发出一种铰接式护盖，可有效保护呼吸设备上的 </w:t>
      </w:r>
      <w:r w:rsidRPr="00C17762">
        <w:rPr>
          <w:rFonts w:ascii="Arial" w:eastAsia="SimHei" w:hAnsi="Arial" w:cs="Arial"/>
          <w:b/>
          <w:sz w:val="20"/>
        </w:rPr>
        <w:t>USB</w:t>
      </w:r>
      <w:r w:rsidRPr="00C17762">
        <w:rPr>
          <w:rFonts w:ascii="SimHei" w:eastAsia="SimHei" w:hAnsi="SimHei" w:hint="eastAsia"/>
          <w:b/>
          <w:sz w:val="20"/>
        </w:rPr>
        <w:t xml:space="preserve"> 端口，防止灰尘和溅水侵入设备内部。这种零件由久经验证的热塑宝化合物模制而成，不仅具有很高的机械性能，同时兼具美观性，易于注塑成型，</w:t>
      </w:r>
      <w:r w:rsidR="00C17762" w:rsidRPr="00C17762">
        <w:rPr>
          <w:rFonts w:ascii="SimHei" w:eastAsia="SimHei" w:hAnsi="SimHei" w:hint="eastAsia"/>
          <w:b/>
          <w:sz w:val="20"/>
        </w:rPr>
        <w:t>并</w:t>
      </w:r>
      <w:r w:rsidRPr="00C17762">
        <w:rPr>
          <w:rFonts w:ascii="SimHei" w:eastAsia="SimHei" w:hAnsi="SimHei" w:hint="eastAsia"/>
          <w:b/>
          <w:sz w:val="20"/>
        </w:rPr>
        <w:t>可耐受各种专业清洁剂。</w:t>
      </w:r>
    </w:p>
    <w:p w14:paraId="788421B8" w14:textId="77777777" w:rsidR="00D9749E" w:rsidRPr="00CD695F" w:rsidRDefault="00D9749E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000E949F" w14:textId="1B365947" w:rsidR="000846FB" w:rsidRPr="00C17762" w:rsidRDefault="000846FB" w:rsidP="000846FB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</w:rPr>
      </w:pPr>
      <w:r w:rsidRPr="00C17762">
        <w:rPr>
          <w:rFonts w:ascii="Arial" w:eastAsia="SimHei" w:hAnsi="Arial" w:cs="Arial"/>
          <w:sz w:val="20"/>
        </w:rPr>
        <w:t xml:space="preserve">NEXTIS </w:t>
      </w:r>
      <w:r w:rsidRPr="00C17762">
        <w:rPr>
          <w:rFonts w:ascii="SimHei" w:eastAsia="SimHei" w:hAnsi="SimHei" w:hint="eastAsia"/>
          <w:sz w:val="20"/>
        </w:rPr>
        <w:t xml:space="preserve">目前正在为 </w:t>
      </w:r>
      <w:r w:rsidRPr="00C17762">
        <w:rPr>
          <w:rFonts w:ascii="Arial" w:eastAsia="SimHei" w:hAnsi="Arial" w:cs="Arial"/>
          <w:sz w:val="20"/>
        </w:rPr>
        <w:t>Air Liquide Medical Systems</w:t>
      </w:r>
      <w:r w:rsidRPr="00C17762">
        <w:rPr>
          <w:rFonts w:ascii="Arial" w:eastAsia="SimHei" w:hAnsi="Arial" w:cs="Arial"/>
          <w:sz w:val="20"/>
        </w:rPr>
        <w:t>（</w:t>
      </w:r>
      <w:r w:rsidRPr="00C17762">
        <w:rPr>
          <w:rFonts w:ascii="Arial" w:eastAsia="SimHei" w:hAnsi="Arial" w:cs="Arial"/>
          <w:sz w:val="20"/>
        </w:rPr>
        <w:t>ALMS</w:t>
      </w:r>
      <w:r w:rsidRPr="00C17762">
        <w:rPr>
          <w:rFonts w:ascii="Arial" w:eastAsia="SimHei" w:hAnsi="Arial" w:cs="Arial"/>
          <w:sz w:val="20"/>
        </w:rPr>
        <w:t>）</w:t>
      </w:r>
      <w:r w:rsidRPr="00C17762">
        <w:rPr>
          <w:rFonts w:ascii="SimHei" w:eastAsia="SimHei" w:hAnsi="SimHei" w:hint="eastAsia"/>
          <w:sz w:val="20"/>
        </w:rPr>
        <w:t xml:space="preserve">公司的一款高级防毒呼吸器供应几款模制零件，包括用于设备 </w:t>
      </w:r>
      <w:r w:rsidRPr="00C17762">
        <w:rPr>
          <w:rFonts w:ascii="Arial" w:eastAsia="SimHei" w:hAnsi="Arial" w:cs="Arial"/>
          <w:sz w:val="20"/>
        </w:rPr>
        <w:t xml:space="preserve">USP </w:t>
      </w:r>
      <w:r w:rsidRPr="00C17762">
        <w:rPr>
          <w:rFonts w:ascii="SimHei" w:eastAsia="SimHei" w:hAnsi="SimHei" w:hint="eastAsia"/>
          <w:sz w:val="20"/>
        </w:rPr>
        <w:t xml:space="preserve">端口的弹性保护盖。这个盖子夹在设备外壳上，采用铰链式封口，可在设备不使用 </w:t>
      </w:r>
      <w:r w:rsidRPr="00C17762">
        <w:rPr>
          <w:rFonts w:ascii="Arial" w:eastAsia="SimHei" w:hAnsi="Arial" w:cs="Arial"/>
          <w:sz w:val="20"/>
        </w:rPr>
        <w:t>USB</w:t>
      </w:r>
      <w:r w:rsidRPr="00C17762">
        <w:rPr>
          <w:rFonts w:ascii="SimHei" w:eastAsia="SimHei" w:hAnsi="SimHei" w:hint="eastAsia"/>
          <w:sz w:val="20"/>
        </w:rPr>
        <w:t xml:space="preserve"> 插座时对其进行密封，防止灰尘、溅水和异物进入。</w:t>
      </w:r>
    </w:p>
    <w:p w14:paraId="4A684624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1D57BDA1" w14:textId="1A006260" w:rsidR="000846FB" w:rsidRPr="00C17762" w:rsidRDefault="000846FB" w:rsidP="000846FB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</w:rPr>
      </w:pPr>
      <w:r w:rsidRPr="00C17762">
        <w:rPr>
          <w:rFonts w:ascii="Arial" w:eastAsia="SimHei" w:hAnsi="Arial" w:cs="Arial"/>
          <w:sz w:val="20"/>
        </w:rPr>
        <w:t>NEXTIS</w:t>
      </w:r>
      <w:r w:rsidRPr="00C17762">
        <w:rPr>
          <w:rFonts w:ascii="SimHei" w:eastAsia="SimHei" w:hAnsi="SimHei" w:hint="eastAsia"/>
          <w:sz w:val="20"/>
        </w:rPr>
        <w:t xml:space="preserve"> 的研发经理 </w:t>
      </w:r>
      <w:r w:rsidRPr="00C17762">
        <w:rPr>
          <w:rFonts w:ascii="Arial" w:eastAsia="SimHei" w:hAnsi="Arial" w:cs="Arial"/>
          <w:sz w:val="20"/>
        </w:rPr>
        <w:t>Benoit Lafin</w:t>
      </w:r>
      <w:r w:rsidRPr="00C17762">
        <w:rPr>
          <w:rFonts w:ascii="SimHei" w:eastAsia="SimHei" w:hAnsi="SimHei" w:hint="eastAsia"/>
          <w:sz w:val="20"/>
        </w:rPr>
        <w:t xml:space="preserve"> 先生解释说：“根据这个应用要求，我们需要一种柔软</w:t>
      </w:r>
      <w:r w:rsidR="00C17762" w:rsidRPr="00C17762">
        <w:rPr>
          <w:rFonts w:ascii="SimHei" w:eastAsia="SimHei" w:hAnsi="SimHei" w:hint="eastAsia"/>
          <w:sz w:val="20"/>
        </w:rPr>
        <w:t>而</w:t>
      </w:r>
      <w:r w:rsidRPr="00C17762">
        <w:rPr>
          <w:rFonts w:ascii="SimHei" w:eastAsia="SimHei" w:hAnsi="SimHei" w:hint="eastAsia"/>
          <w:sz w:val="20"/>
        </w:rPr>
        <w:t>有弹性的材料，能够在呼吸设备的整个使用寿命期间，让保护盖能够经受住反复打开和关闭的考验，而不会变形和丧失密封性能。长期以来，我们一直都在很多其他项目中使用凯柏胶宝</w:t>
      </w:r>
      <w:r w:rsidRPr="00C17762">
        <w:rPr>
          <w:rFonts w:ascii="Calibri" w:eastAsia="SimHei" w:hAnsi="Calibri" w:cs="Calibri"/>
          <w:sz w:val="20"/>
        </w:rPr>
        <w:t>®</w:t>
      </w:r>
      <w:r w:rsidRPr="00C17762">
        <w:rPr>
          <w:rFonts w:ascii="SimHei" w:eastAsia="SimHei" w:hAnsi="SimHei" w:hint="eastAsia"/>
          <w:sz w:val="20"/>
        </w:rPr>
        <w:t xml:space="preserve"> 的热塑性弹性体。所以我们决定再次与该公司合作，将这一要求严格的零件设计变为现实。有了他们在材料方面的专业知识和支持，我们可以在加快开发过程的同时保持整体的成本效益。除了医疗设备以外，这个解决方案还可用于制作工业设备、消费类电子产品和汽车用电子产品等应用中的类似保护盖。”</w:t>
      </w:r>
    </w:p>
    <w:p w14:paraId="4A1295D7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460B3677" w14:textId="52294D86" w:rsidR="000846FB" w:rsidRPr="00C17762" w:rsidRDefault="000846FB" w:rsidP="000846FB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</w:rPr>
      </w:pPr>
      <w:r w:rsidRPr="00C17762">
        <w:rPr>
          <w:rFonts w:ascii="SimHei" w:eastAsia="SimHei" w:hAnsi="SimHei" w:hint="eastAsia"/>
          <w:sz w:val="20"/>
        </w:rPr>
        <w:t xml:space="preserve">事实证明，铰接式保护盖所使用的这种 </w:t>
      </w:r>
      <w:r w:rsidRPr="00C17762">
        <w:rPr>
          <w:rFonts w:ascii="Arial" w:eastAsia="SimHei" w:hAnsi="Arial" w:cs="Arial"/>
          <w:sz w:val="20"/>
        </w:rPr>
        <w:t xml:space="preserve">TPE </w:t>
      </w:r>
      <w:r w:rsidRPr="00C17762">
        <w:rPr>
          <w:rFonts w:ascii="SimHei" w:eastAsia="SimHei" w:hAnsi="SimHei" w:hint="eastAsia"/>
          <w:sz w:val="20"/>
        </w:rPr>
        <w:t>化合物还可用于制作很多其他组件，兼具柔软触感、美观度和功能性。由于这种材料具有低压缩比，因此实现了出色的机械性能，例如高断裂伸长率、高抗撕裂性和长期尺寸稳定性。</w:t>
      </w:r>
    </w:p>
    <w:p w14:paraId="37355982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14B7A7BF" w14:textId="1749C784" w:rsidR="000846FB" w:rsidRPr="00C17762" w:rsidRDefault="000846FB" w:rsidP="000846FB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</w:rPr>
      </w:pPr>
      <w:r w:rsidRPr="00C17762">
        <w:rPr>
          <w:rFonts w:ascii="SimHei" w:eastAsia="SimHei" w:hAnsi="SimHei" w:hint="eastAsia"/>
          <w:sz w:val="20"/>
        </w:rPr>
        <w:lastRenderedPageBreak/>
        <w:t>此类应用还需要满足其他关键要求，如通过高流动性缩短注塑成型循环时间、保持模制后的表面质量等。此外，</w:t>
      </w:r>
      <w:r w:rsidRPr="00C17762">
        <w:rPr>
          <w:rFonts w:ascii="Arial" w:eastAsia="SimHei" w:hAnsi="Arial" w:cs="Arial"/>
          <w:sz w:val="20"/>
        </w:rPr>
        <w:t>USB</w:t>
      </w:r>
      <w:r w:rsidRPr="00C17762">
        <w:rPr>
          <w:rFonts w:ascii="SimHei" w:eastAsia="SimHei" w:hAnsi="SimHei" w:hint="eastAsia"/>
          <w:sz w:val="20"/>
        </w:rPr>
        <w:t xml:space="preserve"> 插座盖必须具有良好的抗性并能够有效维持，可耐受专业和医疗环境中所使用的清洁剂，不会导致脆化或变色。热塑宝化合物以不透明颜色状态供应，客户将其与黑色母料进行现场混合。如果需要，公司还可以提供定制颜色的材料。</w:t>
      </w:r>
    </w:p>
    <w:p w14:paraId="64AB03DB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4C661FA5" w14:textId="48ED56B5" w:rsidR="000846FB" w:rsidRPr="00C17762" w:rsidRDefault="000846FB" w:rsidP="000846FB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</w:rPr>
      </w:pPr>
      <w:r w:rsidRPr="00C17762">
        <w:rPr>
          <w:rFonts w:ascii="SimHei" w:eastAsia="SimHei" w:hAnsi="SimHei" w:hint="eastAsia"/>
          <w:sz w:val="20"/>
        </w:rPr>
        <w:t>凯柏胶宝</w:t>
      </w:r>
      <w:r w:rsidRPr="00C17762">
        <w:rPr>
          <w:rFonts w:ascii="Calibri" w:eastAsia="SimHei" w:hAnsi="Calibri" w:cs="Calibri"/>
          <w:sz w:val="20"/>
        </w:rPr>
        <w:t>®</w:t>
      </w:r>
      <w:r w:rsidRPr="00C17762">
        <w:rPr>
          <w:rFonts w:ascii="SimHei" w:eastAsia="SimHei" w:hAnsi="SimHei" w:hint="eastAsia"/>
          <w:sz w:val="20"/>
        </w:rPr>
        <w:t xml:space="preserve"> 驻法国的销售代表 </w:t>
      </w:r>
      <w:r w:rsidRPr="00C17762">
        <w:rPr>
          <w:rFonts w:ascii="Arial" w:eastAsia="SimHei" w:hAnsi="Arial" w:cs="Arial"/>
          <w:sz w:val="20"/>
        </w:rPr>
        <w:t>Laurence Cassarino</w:t>
      </w:r>
      <w:r w:rsidRPr="00C17762">
        <w:rPr>
          <w:rFonts w:ascii="SimHei" w:eastAsia="SimHei" w:hAnsi="SimHei" w:hint="eastAsia"/>
          <w:sz w:val="20"/>
        </w:rPr>
        <w:t xml:space="preserve"> 补充说：“</w:t>
      </w:r>
      <w:r w:rsidRPr="00C17762">
        <w:rPr>
          <w:rFonts w:ascii="Arial" w:eastAsia="SimHei" w:hAnsi="Arial" w:cs="Arial"/>
          <w:sz w:val="20"/>
        </w:rPr>
        <w:t>NEXTIS</w:t>
      </w:r>
      <w:r w:rsidRPr="00C17762">
        <w:rPr>
          <w:rFonts w:ascii="SimHei" w:eastAsia="SimHei" w:hAnsi="SimHei" w:hint="eastAsia"/>
          <w:sz w:val="20"/>
        </w:rPr>
        <w:t xml:space="preserve"> 制造的 </w:t>
      </w:r>
      <w:r w:rsidRPr="00C17762">
        <w:rPr>
          <w:rFonts w:ascii="Arial" w:eastAsia="SimHei" w:hAnsi="Arial" w:cs="Arial"/>
          <w:sz w:val="20"/>
        </w:rPr>
        <w:t>USB</w:t>
      </w:r>
      <w:r w:rsidRPr="00C17762">
        <w:rPr>
          <w:rFonts w:ascii="SimHei" w:eastAsia="SimHei" w:hAnsi="SimHei" w:hint="eastAsia"/>
          <w:sz w:val="20"/>
        </w:rPr>
        <w:t xml:space="preserve"> 端口盖，是医疗工程领域中材料和组件供应商之间成功合作的典范。我们很高兴能为这一成就做出贡献，尤其是这种保护盖应用于呼吸器，而呼吸器是应对目前新冠肺炎疫情紧迫需求的重要设备。我们的热塑性弹性体在医疗保健领域中的应用范围非常广泛，如口罩、呼吸机管道、阀门、连接件、按钮和弹性带等。”</w:t>
      </w:r>
    </w:p>
    <w:p w14:paraId="30A74D2C" w14:textId="56FC5A24" w:rsidR="00C17762" w:rsidRDefault="00C17762" w:rsidP="001070A6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</w:rPr>
      </w:pPr>
      <w:r w:rsidRPr="00CD695F">
        <w:rPr>
          <w:noProof/>
        </w:rPr>
        <w:drawing>
          <wp:inline distT="0" distB="0" distL="0" distR="0" wp14:anchorId="7D38498D" wp14:editId="251244FD">
            <wp:extent cx="4715124" cy="2504434"/>
            <wp:effectExtent l="0" t="0" r="0" b="0"/>
            <wp:docPr id="4" name="Image 4" descr="Coronavirus : 8 500 respirateurs produits... pour rien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ronavirus : 8 500 respirateurs produits... pour rien ?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756" cy="251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B0CDE" w14:textId="6B1CE8B1" w:rsidR="00C17762" w:rsidRDefault="00C17762" w:rsidP="001070A6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</w:rPr>
      </w:pPr>
      <w:r w:rsidRPr="00CD695F">
        <w:rPr>
          <w:noProof/>
          <w:lang w:eastAsia="fr-FR"/>
        </w:rPr>
        <w:drawing>
          <wp:inline distT="0" distB="0" distL="0" distR="0" wp14:anchorId="4F17CCEE" wp14:editId="5F1D9F66">
            <wp:extent cx="3400425" cy="1276350"/>
            <wp:effectExtent l="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22F1D" w14:textId="0F43A1EA" w:rsidR="00B517A4" w:rsidRPr="00C17762" w:rsidRDefault="00656038" w:rsidP="001070A6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noProof/>
          <w:color w:val="000000" w:themeColor="text1"/>
          <w:sz w:val="18"/>
          <w:szCs w:val="20"/>
        </w:rPr>
      </w:pPr>
      <w:r w:rsidRPr="00C17762">
        <w:rPr>
          <w:rFonts w:ascii="SimHei" w:eastAsia="SimHei" w:hAnsi="SimHei" w:hint="eastAsia"/>
          <w:sz w:val="20"/>
          <w:szCs w:val="20"/>
        </w:rPr>
        <w:lastRenderedPageBreak/>
        <w:t>热塑宝系列产品在全球范围内供应，可以轻松回收利用，有助于提高循环塑料经济的可持续性发展。</w:t>
      </w:r>
    </w:p>
    <w:p w14:paraId="7C76A327" w14:textId="77777777" w:rsidR="00862FDF" w:rsidRPr="00CD695F" w:rsidRDefault="00862FDF" w:rsidP="00B517A4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</w:p>
    <w:p w14:paraId="65166F2F" w14:textId="6A892747" w:rsidR="000846FB" w:rsidRPr="00C17762" w:rsidRDefault="000846FB" w:rsidP="0015476C">
      <w:pPr>
        <w:keepLines/>
        <w:spacing w:after="0" w:line="360" w:lineRule="auto"/>
        <w:ind w:right="1701"/>
        <w:jc w:val="both"/>
        <w:rPr>
          <w:rFonts w:ascii="SimHei" w:eastAsia="SimHei" w:hAnsi="SimHei"/>
          <w:color w:val="000000" w:themeColor="text1"/>
          <w:sz w:val="20"/>
        </w:rPr>
      </w:pPr>
      <w:r w:rsidRPr="00C17762">
        <w:rPr>
          <w:rFonts w:ascii="SimHei" w:eastAsia="SimHei" w:hAnsi="SimHei" w:hint="eastAsia"/>
          <w:color w:val="000000" w:themeColor="text1"/>
          <w:sz w:val="20"/>
        </w:rPr>
        <w:t>柔软且具有弹性：</w:t>
      </w:r>
      <w:bookmarkStart w:id="0" w:name="_Hlk42667177"/>
      <w:r w:rsidRPr="00C17762">
        <w:rPr>
          <w:rFonts w:ascii="Arial" w:eastAsia="SimHei" w:hAnsi="Arial" w:cs="Arial"/>
          <w:color w:val="000000" w:themeColor="text1"/>
          <w:sz w:val="20"/>
        </w:rPr>
        <w:t>Air Liquide Medical Systems (ALMS)</w:t>
      </w:r>
      <w:r w:rsidRPr="00C17762">
        <w:rPr>
          <w:rFonts w:ascii="SimHei" w:eastAsia="SimHei" w:hAnsi="SimHei" w:hint="eastAsia"/>
          <w:color w:val="000000" w:themeColor="text1"/>
          <w:sz w:val="20"/>
        </w:rPr>
        <w:t xml:space="preserve"> 的 </w:t>
      </w:r>
      <w:r w:rsidRPr="00C17762">
        <w:rPr>
          <w:rFonts w:ascii="Arial" w:eastAsia="SimHei" w:hAnsi="Arial" w:cs="Arial"/>
          <w:color w:val="000000" w:themeColor="text1"/>
          <w:sz w:val="20"/>
        </w:rPr>
        <w:t>Osiris</w:t>
      </w:r>
      <w:r w:rsidRPr="00C17762">
        <w:rPr>
          <w:rFonts w:ascii="SimHei" w:eastAsia="SimHei" w:hAnsi="SimHei" w:hint="eastAsia"/>
          <w:color w:val="000000" w:themeColor="text1"/>
          <w:sz w:val="20"/>
        </w:rPr>
        <w:t xml:space="preserve"> 呼吸器的 </w:t>
      </w:r>
      <w:r w:rsidRPr="00C17762">
        <w:rPr>
          <w:rFonts w:ascii="Arial" w:eastAsia="SimHei" w:hAnsi="Arial" w:cs="Arial"/>
          <w:color w:val="000000" w:themeColor="text1"/>
          <w:sz w:val="20"/>
        </w:rPr>
        <w:t>USB</w:t>
      </w:r>
      <w:r w:rsidRPr="00C17762">
        <w:rPr>
          <w:rFonts w:ascii="SimHei" w:eastAsia="SimHei" w:hAnsi="SimHei" w:hint="eastAsia"/>
          <w:color w:val="000000" w:themeColor="text1"/>
          <w:sz w:val="20"/>
        </w:rPr>
        <w:t xml:space="preserve"> 插座保护盖。</w:t>
      </w:r>
      <w:r w:rsidRPr="00C17762">
        <w:rPr>
          <w:rFonts w:ascii="Arial" w:eastAsia="SimHei" w:hAnsi="Arial" w:cs="Arial"/>
          <w:color w:val="000000" w:themeColor="text1"/>
          <w:sz w:val="20"/>
        </w:rPr>
        <w:t>NEXTIS</w:t>
      </w:r>
      <w:r w:rsidRPr="00C17762">
        <w:rPr>
          <w:rFonts w:ascii="SimHei" w:eastAsia="SimHei" w:hAnsi="SimHei" w:hint="eastAsia"/>
          <w:color w:val="000000" w:themeColor="text1"/>
          <w:sz w:val="20"/>
        </w:rPr>
        <w:t xml:space="preserve"> 与凯柏胶宝</w:t>
      </w:r>
      <w:r w:rsidRPr="00C17762">
        <w:rPr>
          <w:rFonts w:ascii="Calibri" w:eastAsia="SimHei" w:hAnsi="Calibri" w:cs="Calibri"/>
          <w:color w:val="000000" w:themeColor="text1"/>
          <w:sz w:val="20"/>
        </w:rPr>
        <w:t>®</w:t>
      </w:r>
      <w:r w:rsidRPr="00C17762">
        <w:rPr>
          <w:rFonts w:ascii="SimHei" w:eastAsia="SimHei" w:hAnsi="SimHei" w:hint="eastAsia"/>
          <w:color w:val="000000" w:themeColor="text1"/>
          <w:sz w:val="20"/>
        </w:rPr>
        <w:t xml:space="preserve"> 密切合作，采用久经验证的热塑宝化合物模制这种铰链式组件，不仅具有很高的机械性能，同时兼具美观性，易于注塑成型，可耐受各种专业清洁剂。</w:t>
      </w:r>
    </w:p>
    <w:p w14:paraId="28B43D76" w14:textId="4E6347FA" w:rsidR="00B517A4" w:rsidRDefault="00B517A4" w:rsidP="0015476C">
      <w:pPr>
        <w:keepLines/>
        <w:spacing w:after="0" w:line="360" w:lineRule="auto"/>
        <w:ind w:right="1701"/>
        <w:jc w:val="both"/>
        <w:rPr>
          <w:rFonts w:ascii="SimHei" w:eastAsia="SimHei" w:hAnsi="SimHei"/>
          <w:color w:val="000000" w:themeColor="text1"/>
          <w:sz w:val="20"/>
        </w:rPr>
      </w:pPr>
      <w:r w:rsidRPr="00C17762">
        <w:rPr>
          <w:rFonts w:ascii="SimHei" w:eastAsia="SimHei" w:hAnsi="SimHei" w:hint="eastAsia"/>
          <w:color w:val="000000" w:themeColor="text1"/>
          <w:sz w:val="20"/>
        </w:rPr>
        <w:t>（图片来源：</w:t>
      </w:r>
      <w:r w:rsidRPr="00C17762">
        <w:rPr>
          <w:rFonts w:ascii="Arial" w:eastAsia="SimHei" w:hAnsi="Arial" w:cs="Arial"/>
          <w:color w:val="000000" w:themeColor="text1"/>
          <w:sz w:val="20"/>
        </w:rPr>
        <w:t>Air Liquide Medical Systems (ALMS)</w:t>
      </w:r>
      <w:r w:rsidRPr="00C17762">
        <w:rPr>
          <w:rFonts w:ascii="SimHei" w:eastAsia="SimHei" w:hAnsi="SimHei" w:hint="eastAsia"/>
          <w:color w:val="000000" w:themeColor="text1"/>
          <w:sz w:val="20"/>
        </w:rPr>
        <w:t>)</w:t>
      </w:r>
    </w:p>
    <w:p w14:paraId="51CD1A89" w14:textId="2D1C4436" w:rsidR="00C17762" w:rsidRDefault="00C17762" w:rsidP="0015476C">
      <w:pPr>
        <w:keepLines/>
        <w:spacing w:after="0" w:line="360" w:lineRule="auto"/>
        <w:ind w:right="1701"/>
        <w:jc w:val="both"/>
        <w:rPr>
          <w:rFonts w:ascii="SimHei" w:eastAsia="SimHei" w:hAnsi="SimHei"/>
          <w:color w:val="000000" w:themeColor="text1"/>
          <w:sz w:val="20"/>
        </w:rPr>
      </w:pPr>
    </w:p>
    <w:p w14:paraId="662C04EF" w14:textId="77777777" w:rsidR="00C17762" w:rsidRDefault="00C17762">
      <w:pPr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SimHei" w:eastAsia="SimHei" w:hAnsi="SimHei" w:cs="Arial"/>
          <w:b/>
          <w:bCs/>
          <w:sz w:val="20"/>
          <w:szCs w:val="20"/>
        </w:rPr>
        <w:br w:type="page"/>
      </w:r>
    </w:p>
    <w:p w14:paraId="3510F0AA" w14:textId="77777777" w:rsidR="00C17762" w:rsidRPr="00B51823" w:rsidRDefault="00C17762" w:rsidP="00C17762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65ED797B" w14:textId="77777777" w:rsidR="00C17762" w:rsidRPr="00B51823" w:rsidRDefault="00C17762" w:rsidP="00C17762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3071A0BD" w14:textId="77777777" w:rsidR="00C17762" w:rsidRPr="00C17762" w:rsidRDefault="00C17762" w:rsidP="0015476C">
      <w:pPr>
        <w:keepLines/>
        <w:spacing w:after="0" w:line="360" w:lineRule="auto"/>
        <w:ind w:right="1701"/>
        <w:jc w:val="both"/>
        <w:rPr>
          <w:rFonts w:ascii="SimHei" w:eastAsia="SimHei" w:hAnsi="SimHei"/>
          <w:color w:val="000000" w:themeColor="text1"/>
          <w:sz w:val="20"/>
        </w:rPr>
      </w:pPr>
    </w:p>
    <w:bookmarkEnd w:id="0"/>
    <w:p w14:paraId="2DF2F259" w14:textId="1C99DEE3" w:rsidR="000846FB" w:rsidRPr="000A7D69" w:rsidRDefault="000846FB" w:rsidP="000A7D69">
      <w:pPr>
        <w:rPr>
          <w:rFonts w:ascii="Arial" w:eastAsia="SimSun" w:hAnsi="Arial" w:cs="Arial"/>
          <w:b/>
          <w:color w:val="000000"/>
          <w:sz w:val="21"/>
          <w:szCs w:val="21"/>
        </w:rPr>
      </w:pPr>
      <w:r w:rsidRPr="00C17762">
        <w:rPr>
          <w:rFonts w:ascii="SimHei" w:eastAsia="SimHei" w:hAnsi="SimHei" w:hint="eastAsia"/>
          <w:b/>
          <w:color w:val="000000"/>
          <w:sz w:val="20"/>
          <w:szCs w:val="20"/>
        </w:rPr>
        <w:t xml:space="preserve">关于 </w:t>
      </w:r>
      <w:r w:rsidRPr="00C17762">
        <w:rPr>
          <w:rFonts w:ascii="Arial" w:eastAsia="SimHei" w:hAnsi="Arial" w:cs="Arial"/>
          <w:b/>
          <w:color w:val="000000"/>
          <w:sz w:val="20"/>
          <w:szCs w:val="20"/>
        </w:rPr>
        <w:t>NEXTIS</w:t>
      </w:r>
    </w:p>
    <w:p w14:paraId="5C47F9E0" w14:textId="3A636575" w:rsidR="000846FB" w:rsidRPr="00C17762" w:rsidRDefault="000846FB" w:rsidP="000846FB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NEXTIS SAS (</w:t>
      </w:r>
      <w:hyperlink r:id="rId15" w:history="1">
        <w:r w:rsidRPr="00C17762">
          <w:rPr>
            <w:rStyle w:val="Hyperlink"/>
            <w:rFonts w:ascii="Arial" w:eastAsia="SimHei" w:hAnsi="Arial" w:cs="Arial"/>
            <w:sz w:val="20"/>
            <w:szCs w:val="20"/>
          </w:rPr>
          <w:t>www.nextis.fr</w:t>
        </w:r>
      </w:hyperlink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)</w:t>
      </w: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公司总部位于法国达米尼 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(Demigny)</w:t>
      </w: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>，这里也是巴黎、里昂和马赛三座城市通道的轴心地带。该公司主要从事热塑性组件的设计、注塑、挤出、挤出吹塑和组装，是全欧洲市场中聚氨酯管材和技术型材制造的领军企业。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NEXTIS</w:t>
      </w: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已加入 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Allizé Plastic Burgundy</w:t>
      </w: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网络，致力于推动行业在研究、专有技术、绿色设计和培训领域的发展。公司运营已通过 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ISO 9001:2008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QM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和 </w:t>
      </w:r>
      <w:r w:rsidRPr="00C17762">
        <w:rPr>
          <w:rFonts w:ascii="Arial" w:eastAsia="SimHei" w:hAnsi="Arial" w:cs="Arial"/>
          <w:color w:val="000000" w:themeColor="text1"/>
          <w:sz w:val="20"/>
          <w:szCs w:val="20"/>
        </w:rPr>
        <w:t>ISO 13485</w:t>
      </w: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>（医疗）认证。</w:t>
      </w:r>
    </w:p>
    <w:p w14:paraId="5049F365" w14:textId="77777777" w:rsidR="000846FB" w:rsidRPr="00CD695F" w:rsidRDefault="000846FB" w:rsidP="000846FB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</w:rPr>
      </w:pPr>
    </w:p>
    <w:p w14:paraId="400B4E8C" w14:textId="77777777" w:rsidR="00DC32CA" w:rsidRPr="00CD695F" w:rsidRDefault="00DC32CA" w:rsidP="00146E7E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</w:rPr>
      </w:pPr>
    </w:p>
    <w:p w14:paraId="0CD11712" w14:textId="1237FE11" w:rsidR="00DC32CA" w:rsidRPr="00C17762" w:rsidRDefault="00DC32CA" w:rsidP="00DC32CA">
      <w:pPr>
        <w:keepLines/>
        <w:spacing w:after="0" w:line="360" w:lineRule="auto"/>
        <w:ind w:right="1701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>请访问</w:t>
      </w:r>
      <w:r w:rsidRPr="00C17762">
        <w:rPr>
          <w:rFonts w:ascii="Arial" w:eastAsia="SimSun" w:hAnsi="Arial" w:hint="eastAsia"/>
          <w:color w:val="000000" w:themeColor="text1"/>
          <w:sz w:val="20"/>
          <w:szCs w:val="20"/>
        </w:rPr>
        <w:t xml:space="preserve"> </w:t>
      </w:r>
      <w:hyperlink r:id="rId16" w:history="1">
        <w:r w:rsidRPr="00C17762">
          <w:rPr>
            <w:rStyle w:val="Hyperlink"/>
            <w:rFonts w:ascii="Arial" w:eastAsia="SimSun" w:hAnsi="Arial" w:hint="eastAsia"/>
            <w:sz w:val="20"/>
            <w:szCs w:val="20"/>
          </w:rPr>
          <w:t>www.PressReleaseFinder.com</w:t>
        </w:r>
      </w:hyperlink>
      <w:r w:rsidRPr="00C17762">
        <w:rPr>
          <w:rFonts w:ascii="Arial" w:eastAsia="SimSun" w:hAnsi="Arial" w:hint="eastAsia"/>
          <w:color w:val="000000" w:themeColor="text1"/>
          <w:sz w:val="20"/>
          <w:szCs w:val="20"/>
        </w:rPr>
        <w:t xml:space="preserve"> </w:t>
      </w: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>下载本新闻稿和相关照片。</w:t>
      </w:r>
    </w:p>
    <w:p w14:paraId="4C6EC895" w14:textId="091A8D5F" w:rsidR="00DC32CA" w:rsidRPr="00C17762" w:rsidRDefault="00DC32CA" w:rsidP="00DC32CA">
      <w:pPr>
        <w:keepLines/>
        <w:spacing w:after="0" w:line="360" w:lineRule="auto"/>
        <w:ind w:right="1701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C17762">
        <w:rPr>
          <w:rFonts w:ascii="SimHei" w:eastAsia="SimHei" w:hAnsi="SimHei" w:hint="eastAsia"/>
          <w:color w:val="000000" w:themeColor="text1"/>
          <w:sz w:val="20"/>
          <w:szCs w:val="20"/>
        </w:rPr>
        <w:t>如需获得高清晰度图片，请联系</w:t>
      </w:r>
      <w:r w:rsidRPr="00C17762">
        <w:rPr>
          <w:rFonts w:ascii="Arial" w:eastAsia="SimSun" w:hAnsi="Arial" w:hint="eastAsia"/>
          <w:color w:val="000000" w:themeColor="text1"/>
          <w:sz w:val="20"/>
          <w:szCs w:val="20"/>
        </w:rPr>
        <w:t xml:space="preserve"> Siria Nielsen (</w:t>
      </w:r>
      <w:hyperlink r:id="rId17" w:history="1">
        <w:r w:rsidRPr="00C17762">
          <w:rPr>
            <w:rStyle w:val="Hyperlink"/>
            <w:rFonts w:ascii="Arial" w:eastAsia="SimSun" w:hAnsi="Arial" w:hint="eastAsia"/>
            <w:sz w:val="20"/>
            <w:szCs w:val="20"/>
          </w:rPr>
          <w:t>snielsen@emg-marcom.com</w:t>
        </w:r>
      </w:hyperlink>
      <w:r w:rsidRPr="00C17762">
        <w:rPr>
          <w:rFonts w:ascii="Arial" w:eastAsia="SimSun" w:hAnsi="Arial" w:hint="eastAsia"/>
          <w:color w:val="000000" w:themeColor="text1"/>
          <w:sz w:val="20"/>
          <w:szCs w:val="20"/>
        </w:rPr>
        <w:t>, +31 164 317 036)</w:t>
      </w:r>
      <w:r w:rsidRPr="00C17762">
        <w:rPr>
          <w:rFonts w:ascii="Arial" w:eastAsia="SimSun" w:hAnsi="Arial" w:hint="eastAsia"/>
          <w:color w:val="000000" w:themeColor="text1"/>
          <w:sz w:val="20"/>
          <w:szCs w:val="20"/>
        </w:rPr>
        <w:t>。</w:t>
      </w:r>
    </w:p>
    <w:sectPr w:rsidR="00DC32CA" w:rsidRPr="00C17762" w:rsidSect="00F125F3">
      <w:headerReference w:type="default" r:id="rId18"/>
      <w:headerReference w:type="first" r:id="rId19"/>
      <w:footerReference w:type="first" r:id="rId2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F2424" w14:textId="77777777" w:rsidR="00A656C4" w:rsidRDefault="00A656C4" w:rsidP="00784C57">
      <w:pPr>
        <w:spacing w:after="0" w:line="240" w:lineRule="auto"/>
      </w:pPr>
      <w:r>
        <w:separator/>
      </w:r>
    </w:p>
  </w:endnote>
  <w:endnote w:type="continuationSeparator" w:id="0">
    <w:p w14:paraId="3636BF71" w14:textId="77777777" w:rsidR="00A656C4" w:rsidRDefault="00A656C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3438B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6643C" w14:textId="77777777" w:rsidR="00A656C4" w:rsidRDefault="00A656C4" w:rsidP="00784C57">
      <w:pPr>
        <w:spacing w:after="0" w:line="240" w:lineRule="auto"/>
      </w:pPr>
      <w:r>
        <w:separator/>
      </w:r>
    </w:p>
  </w:footnote>
  <w:footnote w:type="continuationSeparator" w:id="0">
    <w:p w14:paraId="5BBC5102" w14:textId="77777777" w:rsidR="00A656C4" w:rsidRDefault="00A656C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219F9" w14:textId="77777777" w:rsidR="00502615" w:rsidRPr="00502615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72860ED3" wp14:editId="1BF3988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02615" w14:paraId="510652EC" w14:textId="77777777" w:rsidTr="00502615">
      <w:tc>
        <w:tcPr>
          <w:tcW w:w="6912" w:type="dxa"/>
        </w:tcPr>
        <w:p w14:paraId="7139C68F" w14:textId="77777777" w:rsidR="00C17762" w:rsidRPr="00C17762" w:rsidRDefault="00C17762" w:rsidP="00C17762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C17762">
            <w:rPr>
              <w:rFonts w:ascii="SimHei" w:eastAsia="SimHei" w:hAnsi="SimHei" w:hint="eastAsia"/>
              <w:b/>
              <w:color w:val="365F91"/>
              <w:sz w:val="40"/>
            </w:rPr>
            <w:t>新闻通讯</w:t>
          </w:r>
        </w:p>
        <w:p w14:paraId="50835196" w14:textId="77777777" w:rsidR="00C17762" w:rsidRPr="00C17762" w:rsidRDefault="00C17762" w:rsidP="00C17762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C17762">
            <w:rPr>
              <w:rFonts w:ascii="SimHei" w:eastAsia="SimHei" w:hAnsi="SimHei" w:hint="eastAsia"/>
              <w:b/>
              <w:sz w:val="16"/>
            </w:rPr>
            <w:t xml:space="preserve">热塑宝化合物用于制作呼吸设备的 </w:t>
          </w:r>
          <w:r w:rsidRPr="00C17762">
            <w:rPr>
              <w:rFonts w:ascii="Arial" w:eastAsia="SimHei" w:hAnsi="Arial" w:cs="Arial"/>
              <w:b/>
              <w:sz w:val="16"/>
            </w:rPr>
            <w:t xml:space="preserve">USB </w:t>
          </w:r>
          <w:r w:rsidRPr="00C17762">
            <w:rPr>
              <w:rFonts w:ascii="SimHei" w:eastAsia="SimHei" w:hAnsi="SimHei" w:hint="eastAsia"/>
              <w:b/>
              <w:sz w:val="16"/>
            </w:rPr>
            <w:t>插座保护盖</w:t>
          </w:r>
        </w:p>
        <w:p w14:paraId="58DDC839" w14:textId="77777777" w:rsidR="00C17762" w:rsidRPr="00C17762" w:rsidRDefault="00C17762" w:rsidP="00C17762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C17762">
            <w:rPr>
              <w:rFonts w:ascii="SimHei" w:eastAsia="SimHei" w:hAnsi="SimHei" w:hint="eastAsia"/>
              <w:b/>
              <w:sz w:val="16"/>
            </w:rPr>
            <w:t xml:space="preserve">瓦尔德克赖堡 - </w:t>
          </w:r>
          <w:r w:rsidRPr="00C17762">
            <w:rPr>
              <w:rFonts w:ascii="Arial" w:eastAsia="SimHei" w:hAnsi="Arial" w:cs="Arial"/>
              <w:b/>
              <w:sz w:val="16"/>
            </w:rPr>
            <w:t>2020</w:t>
          </w:r>
          <w:r w:rsidRPr="00C17762">
            <w:rPr>
              <w:rFonts w:ascii="SimHei" w:eastAsia="SimHei" w:hAnsi="SimHei" w:hint="eastAsia"/>
              <w:b/>
              <w:sz w:val="16"/>
            </w:rPr>
            <w:t xml:space="preserve"> 年 </w:t>
          </w:r>
          <w:r w:rsidRPr="00C17762">
            <w:rPr>
              <w:rFonts w:ascii="Arial" w:eastAsia="SimHei" w:hAnsi="Arial" w:cs="Arial"/>
              <w:b/>
              <w:sz w:val="16"/>
            </w:rPr>
            <w:t>6</w:t>
          </w:r>
          <w:r w:rsidRPr="00C17762">
            <w:rPr>
              <w:rFonts w:ascii="SimHei" w:eastAsia="SimHei" w:hAnsi="SimHei" w:hint="eastAsia"/>
              <w:b/>
              <w:sz w:val="16"/>
            </w:rPr>
            <w:t xml:space="preserve"> 月</w:t>
          </w:r>
        </w:p>
        <w:p w14:paraId="2D632EC7" w14:textId="4F571FA7" w:rsidR="00502615" w:rsidRPr="00502615" w:rsidRDefault="00C17762" w:rsidP="00C17762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17762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>
            <w:rPr>
              <w:rFonts w:ascii="SimHei" w:eastAsia="SimHei" w:hAnsi="SimHei" w:cs="Arial"/>
              <w:b/>
              <w:bCs/>
              <w:sz w:val="16"/>
              <w:szCs w:val="16"/>
            </w:rPr>
            <w:t>1</w:t>
          </w:r>
          <w:r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C17762">
            <w:rPr>
              <w:rFonts w:ascii="SimHei" w:eastAsia="SimHei" w:hAnsi="SimHei" w:hint="eastAsia"/>
              <w:b/>
              <w:sz w:val="16"/>
            </w:rPr>
            <w:t xml:space="preserve"> 页，共 </w:t>
          </w:r>
          <w:r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17762">
            <w:rPr>
              <w:rFonts w:ascii="Arial" w:eastAsia="SimHei" w:hAnsi="Arial" w:cs="Arial"/>
            </w:rPr>
            <w:t xml:space="preserve"> </w:t>
          </w:r>
          <w:r w:rsidRPr="00C17762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7AA7FE46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19D2BBC4" w14:textId="77777777" w:rsidR="00AB32AB" w:rsidRPr="00502615" w:rsidRDefault="00AB32AB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1124B" w14:textId="77777777" w:rsidR="00502615" w:rsidRPr="00502615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B2F85D3" wp14:editId="192DE97D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502615" w14:paraId="0B3EA195" w14:textId="77777777" w:rsidTr="00AF662E">
      <w:tc>
        <w:tcPr>
          <w:tcW w:w="6912" w:type="dxa"/>
        </w:tcPr>
        <w:p w14:paraId="58E78C41" w14:textId="77777777" w:rsidR="00502615" w:rsidRPr="00C17762" w:rsidRDefault="00502615" w:rsidP="00502615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C17762">
            <w:rPr>
              <w:rFonts w:ascii="SimHei" w:eastAsia="SimHei" w:hAnsi="SimHei" w:hint="eastAsia"/>
              <w:b/>
              <w:color w:val="365F91"/>
              <w:sz w:val="40"/>
            </w:rPr>
            <w:t>新闻通讯</w:t>
          </w:r>
        </w:p>
        <w:p w14:paraId="45FC7E9E" w14:textId="10B7E37F" w:rsidR="00B142D6" w:rsidRPr="00C17762" w:rsidRDefault="000846FB" w:rsidP="00B142D6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C17762">
            <w:rPr>
              <w:rFonts w:ascii="SimHei" w:eastAsia="SimHei" w:hAnsi="SimHei" w:hint="eastAsia"/>
              <w:b/>
              <w:sz w:val="16"/>
            </w:rPr>
            <w:t xml:space="preserve">热塑宝化合物用于制作呼吸设备的 </w:t>
          </w:r>
          <w:r w:rsidRPr="00C17762">
            <w:rPr>
              <w:rFonts w:ascii="Arial" w:eastAsia="SimHei" w:hAnsi="Arial" w:cs="Arial"/>
              <w:b/>
              <w:sz w:val="16"/>
            </w:rPr>
            <w:t xml:space="preserve">USB </w:t>
          </w:r>
          <w:r w:rsidRPr="00C17762">
            <w:rPr>
              <w:rFonts w:ascii="SimHei" w:eastAsia="SimHei" w:hAnsi="SimHei" w:hint="eastAsia"/>
              <w:b/>
              <w:sz w:val="16"/>
            </w:rPr>
            <w:t>插座保护盖</w:t>
          </w:r>
        </w:p>
        <w:p w14:paraId="0292478C" w14:textId="77777777" w:rsidR="00502615" w:rsidRPr="00C17762" w:rsidRDefault="00502615" w:rsidP="00502615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C17762">
            <w:rPr>
              <w:rFonts w:ascii="SimHei" w:eastAsia="SimHei" w:hAnsi="SimHei" w:hint="eastAsia"/>
              <w:b/>
              <w:sz w:val="16"/>
            </w:rPr>
            <w:t xml:space="preserve">瓦尔德克赖堡 - </w:t>
          </w:r>
          <w:r w:rsidRPr="00C17762">
            <w:rPr>
              <w:rFonts w:ascii="Arial" w:eastAsia="SimHei" w:hAnsi="Arial" w:cs="Arial"/>
              <w:b/>
              <w:sz w:val="16"/>
            </w:rPr>
            <w:t>2020</w:t>
          </w:r>
          <w:r w:rsidRPr="00C17762">
            <w:rPr>
              <w:rFonts w:ascii="SimHei" w:eastAsia="SimHei" w:hAnsi="SimHei" w:hint="eastAsia"/>
              <w:b/>
              <w:sz w:val="16"/>
            </w:rPr>
            <w:t xml:space="preserve"> 年 </w:t>
          </w:r>
          <w:r w:rsidRPr="00C17762">
            <w:rPr>
              <w:rFonts w:ascii="Arial" w:eastAsia="SimHei" w:hAnsi="Arial" w:cs="Arial"/>
              <w:b/>
              <w:sz w:val="16"/>
            </w:rPr>
            <w:t>6</w:t>
          </w:r>
          <w:r w:rsidRPr="00C17762">
            <w:rPr>
              <w:rFonts w:ascii="SimHei" w:eastAsia="SimHei" w:hAnsi="SimHei" w:hint="eastAsia"/>
              <w:b/>
              <w:sz w:val="16"/>
            </w:rPr>
            <w:t xml:space="preserve"> 月</w:t>
          </w:r>
        </w:p>
        <w:p w14:paraId="40CF78A9" w14:textId="77777777" w:rsidR="00502615" w:rsidRPr="00502615" w:rsidRDefault="00502615" w:rsidP="00502615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17762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="00D41761"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="00D41761"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="003A6511"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t>1</w:t>
          </w:r>
          <w:r w:rsidR="00D41761" w:rsidRPr="00C17762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C17762">
            <w:rPr>
              <w:rFonts w:ascii="SimHei" w:eastAsia="SimHei" w:hAnsi="SimHei" w:hint="eastAsia"/>
              <w:b/>
              <w:sz w:val="16"/>
            </w:rPr>
            <w:t xml:space="preserve"> 页，共 </w:t>
          </w:r>
          <w:r w:rsidR="002A4AA7"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2A4AA7"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2A4AA7"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3A6511"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t>2</w:t>
          </w:r>
          <w:r w:rsidR="002A4AA7" w:rsidRPr="00C1776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17762">
            <w:rPr>
              <w:rFonts w:ascii="Arial" w:eastAsia="SimHei" w:hAnsi="Arial" w:cs="Arial"/>
            </w:rPr>
            <w:t xml:space="preserve"> </w:t>
          </w:r>
          <w:r w:rsidRPr="00C17762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254CB14" w14:textId="77777777" w:rsidR="00502615" w:rsidRPr="001E0E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39FFAD63" w14:textId="77777777" w:rsidR="00502615" w:rsidRPr="0045684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Friedrich-Schmidt-Str.2</w:t>
          </w:r>
        </w:p>
        <w:p w14:paraId="20AB70D4" w14:textId="77777777" w:rsidR="00502615" w:rsidRPr="0050261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84478 Waldkraiburg</w:t>
          </w:r>
        </w:p>
        <w:p w14:paraId="6C1441E4" w14:textId="77777777" w:rsidR="00502615" w:rsidRPr="0050261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6030AF9A" w14:textId="77777777" w:rsidR="00502615" w:rsidRPr="0050261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46CD96D0" w14:textId="77777777" w:rsidR="00502615" w:rsidRPr="0050261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+49 8638 9810-0</w:t>
          </w:r>
        </w:p>
        <w:p w14:paraId="581F8AAB" w14:textId="77777777" w:rsidR="00502615" w:rsidRPr="0050261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+49 8638 9810-310</w:t>
          </w:r>
        </w:p>
        <w:p w14:paraId="4D17AB8B" w14:textId="77777777" w:rsidR="00502615" w:rsidRPr="0050261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01CE324" w14:textId="77777777" w:rsidR="00502615" w:rsidRPr="0050261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0F42A849" w14:textId="77777777" w:rsidR="00502615" w:rsidRPr="00502615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7CC99948" w14:textId="77777777" w:rsidR="00F125F3" w:rsidRPr="00502615" w:rsidRDefault="00C84B59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632160" wp14:editId="78BDD3E3">
              <wp:simplePos x="0" y="0"/>
              <wp:positionH relativeFrom="column">
                <wp:posOffset>4327728</wp:posOffset>
              </wp:positionH>
              <wp:positionV relativeFrom="paragraph">
                <wp:posOffset>2534040</wp:posOffset>
              </wp:positionV>
              <wp:extent cx="1885950" cy="469056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690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2D356C" w14:textId="77777777" w:rsidR="00C84B59" w:rsidRPr="00073D11" w:rsidRDefault="00C84B59" w:rsidP="00C84B59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E675B87" w14:textId="77777777" w:rsidR="00C84B59" w:rsidRDefault="00C84B59" w:rsidP="00C84B5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B0570D" w14:textId="77777777" w:rsidR="00656038" w:rsidRPr="00211DFE" w:rsidRDefault="00656038" w:rsidP="006560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欧洲、中东、非洲和美洲</w:t>
                          </w:r>
                        </w:p>
                        <w:p w14:paraId="20E2836E" w14:textId="77777777" w:rsidR="00656038" w:rsidRPr="00656038" w:rsidRDefault="00656038" w:rsidP="00656038">
                          <w:pPr>
                            <w:pStyle w:val="BodyTextIndent"/>
                            <w:ind w:left="0"/>
                            <w:rPr>
                              <w:i w:val="0"/>
                              <w:noProof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2CD8DD11" w14:textId="77777777" w:rsidR="00656038" w:rsidRPr="00426736" w:rsidRDefault="00656038" w:rsidP="006560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16A5A14E" w14:textId="32448D2A" w:rsidR="00656038" w:rsidRPr="00426736" w:rsidRDefault="004347F8" w:rsidP="006560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6B29F5CA" w14:textId="5AAE3C05" w:rsidR="00656038" w:rsidRPr="00960BEA" w:rsidRDefault="006B44DD" w:rsidP="0065603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hyperlink r:id="rId2" w:history="1">
                            <w:r w:rsidR="00A656C4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C7B6F76" w14:textId="77777777" w:rsidR="00C84B59" w:rsidRDefault="00C84B59" w:rsidP="00C84B5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6FC3F4" w14:textId="77777777" w:rsidR="00C84B59" w:rsidRPr="00446479" w:rsidRDefault="00C84B59" w:rsidP="00C84B5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38BD606B" w14:textId="77777777" w:rsidR="00C84B59" w:rsidRPr="00446479" w:rsidRDefault="00C84B59" w:rsidP="00C84B5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428AC15" w14:textId="77777777" w:rsidR="00C84B59" w:rsidRPr="00446479" w:rsidRDefault="00C84B59" w:rsidP="00C84B5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375E78D9" w14:textId="77777777" w:rsidR="00C84B59" w:rsidRPr="000846FB" w:rsidRDefault="00C84B59" w:rsidP="00C84B5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3E4EE0CB" w14:textId="694162BB" w:rsidR="00C84B59" w:rsidRPr="000846FB" w:rsidRDefault="006B44DD" w:rsidP="00C84B59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A656C4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73129BEB" w14:textId="77777777" w:rsidR="00740908" w:rsidRPr="000846FB" w:rsidRDefault="00740908" w:rsidP="00C84B59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2BF46DD9" w14:textId="77777777" w:rsidR="00740908" w:rsidRPr="00C17762" w:rsidRDefault="00740908" w:rsidP="0074090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fr-FR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美洲</w:t>
                          </w:r>
                        </w:p>
                        <w:p w14:paraId="5B26F1D3" w14:textId="77777777" w:rsidR="00740908" w:rsidRPr="00C17762" w:rsidRDefault="00740908" w:rsidP="0074090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fr-FR"/>
                            </w:rPr>
                          </w:pPr>
                          <w:r w:rsidRPr="00C17762">
                            <w:rPr>
                              <w:rFonts w:hint="eastAsia"/>
                              <w:i w:val="0"/>
                              <w:sz w:val="16"/>
                              <w:lang w:val="fr-FR"/>
                            </w:rPr>
                            <w:t>Alexandra Rios</w:t>
                          </w:r>
                        </w:p>
                        <w:p w14:paraId="00181D3F" w14:textId="77777777" w:rsidR="00740908" w:rsidRPr="00C17762" w:rsidRDefault="00740908" w:rsidP="0074090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市场与客户服务经理</w:t>
                          </w:r>
                        </w:p>
                        <w:p w14:paraId="3826BB73" w14:textId="77777777" w:rsidR="00740908" w:rsidRPr="00C17762" w:rsidRDefault="00740908" w:rsidP="0074090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</w:t>
                          </w:r>
                          <w:r w:rsidRPr="00C17762">
                            <w:rPr>
                              <w:rFonts w:hint="eastAsia"/>
                              <w:i w:val="0"/>
                              <w:sz w:val="16"/>
                              <w:lang w:val="fr-FR"/>
                            </w:rPr>
                            <w:t>：</w:t>
                          </w:r>
                          <w:r w:rsidRPr="00C17762">
                            <w:rPr>
                              <w:rFonts w:hint="eastAsia"/>
                              <w:i w:val="0"/>
                              <w:sz w:val="16"/>
                              <w:lang w:val="fr-FR"/>
                            </w:rPr>
                            <w:t>+1 678 584 2349</w:t>
                          </w:r>
                        </w:p>
                        <w:p w14:paraId="40F20225" w14:textId="0C7594C0" w:rsidR="00740908" w:rsidRPr="00C17762" w:rsidRDefault="006B44DD" w:rsidP="0074090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hyperlink r:id="rId4" w:history="1">
                            <w:r w:rsidR="00A656C4" w:rsidRPr="00C17762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  <w:lang w:val="fr-FR"/>
                              </w:rPr>
                              <w:t>alexandra.rios@kraiburg-tpe.com</w:t>
                            </w:r>
                          </w:hyperlink>
                          <w:r w:rsidR="00A656C4" w:rsidRPr="00C17762">
                            <w:rPr>
                              <w:rFonts w:hint="eastAsia"/>
                              <w:lang w:val="fr-FR"/>
                            </w:rPr>
                            <w:t xml:space="preserve"> </w:t>
                          </w:r>
                        </w:p>
                        <w:p w14:paraId="1F4924FA" w14:textId="77777777" w:rsidR="00C84B59" w:rsidRPr="00C17762" w:rsidRDefault="00C84B59" w:rsidP="00C84B5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541C5500" w14:textId="77777777" w:rsidR="00C84B59" w:rsidRPr="00C17762" w:rsidRDefault="00C84B59" w:rsidP="00C84B59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  <w:lang w:val="fr-FR"/>
                            </w:rPr>
                          </w:pPr>
                          <w:r>
                            <w:rPr>
                              <w:rFonts w:hint="eastAsia"/>
                              <w:b/>
                              <w:i w:val="0"/>
                              <w:sz w:val="16"/>
                            </w:rPr>
                            <w:t>通讯机构</w:t>
                          </w:r>
                        </w:p>
                        <w:p w14:paraId="5DF5B418" w14:textId="77777777" w:rsidR="00C84B59" w:rsidRPr="00C17762" w:rsidRDefault="00C84B59" w:rsidP="00C84B59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lang w:val="fr-FR"/>
                            </w:rPr>
                          </w:pPr>
                          <w:r w:rsidRPr="00C17762">
                            <w:rPr>
                              <w:rFonts w:ascii="Arial" w:eastAsia="SimSun" w:hAnsi="Arial" w:hint="eastAsia"/>
                              <w:i/>
                              <w:sz w:val="16"/>
                              <w:lang w:val="fr-FR"/>
                            </w:rPr>
                            <w:t>EMG</w:t>
                          </w:r>
                        </w:p>
                        <w:p w14:paraId="360AE76B" w14:textId="77777777" w:rsidR="00C84B59" w:rsidRPr="00C17762" w:rsidRDefault="00C84B59" w:rsidP="00C84B59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lang w:val="fr-FR"/>
                            </w:rPr>
                          </w:pPr>
                          <w:r w:rsidRPr="00C17762">
                            <w:rPr>
                              <w:rFonts w:ascii="Arial" w:eastAsia="SimSun" w:hAnsi="Arial" w:hint="eastAsia"/>
                              <w:sz w:val="16"/>
                              <w:lang w:val="fr-FR"/>
                            </w:rPr>
                            <w:t>Siria Nielsen</w:t>
                          </w:r>
                        </w:p>
                        <w:p w14:paraId="5B5CC085" w14:textId="77777777" w:rsidR="00C84B59" w:rsidRPr="00C17762" w:rsidRDefault="00C84B59" w:rsidP="00C84B59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lang w:val="fr-FR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</w:t>
                          </w:r>
                          <w:r w:rsidRPr="00C17762">
                            <w:rPr>
                              <w:rFonts w:ascii="Arial" w:eastAsia="SimSun" w:hAnsi="Arial" w:hint="eastAsia"/>
                              <w:sz w:val="16"/>
                              <w:lang w:val="fr-FR"/>
                            </w:rPr>
                            <w:t>：</w:t>
                          </w:r>
                          <w:r w:rsidRPr="00C17762">
                            <w:rPr>
                              <w:rFonts w:ascii="Arial" w:eastAsia="SimSun" w:hAnsi="Arial" w:hint="eastAsia"/>
                              <w:sz w:val="16"/>
                              <w:lang w:val="fr-FR"/>
                            </w:rPr>
                            <w:t>+31 164 317 036</w:t>
                          </w:r>
                        </w:p>
                        <w:p w14:paraId="1052A78E" w14:textId="15D8440C" w:rsidR="00DC32CA" w:rsidRPr="00C17762" w:rsidRDefault="006B44DD" w:rsidP="00C84B59">
                          <w:pPr>
                            <w:spacing w:after="0" w:line="360" w:lineRule="auto"/>
                            <w:rPr>
                              <w:sz w:val="16"/>
                              <w:szCs w:val="16"/>
                              <w:lang w:val="fr-FR"/>
                            </w:rPr>
                          </w:pPr>
                          <w:hyperlink r:id="rId5" w:history="1">
                            <w:r w:rsidR="00A656C4" w:rsidRPr="00C17762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lang w:val="fr-FR"/>
                              </w:rPr>
                              <w:t>snielsen@emg-marcom.com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321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75pt;margin-top:199.55pt;width:148.5pt;height:36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i2uAgIAAOgDAAAOAAAAZHJzL2Uyb0RvYy54bWysU1GP0zAMfkfiP0R5Z92mbdpV607HTkNI&#10;B5x0xw9I07SNSOPgZGvHr8dJtzHgDdGHyLGdz/4+u5v7oTPsqNBrsAWfTaacKSuh0rYp+NfX/bs1&#10;Zz4IWwkDVhX8pDy/3759s+ldrubQgqkUMgKxPu9dwdsQXJ5lXraqE34CTlkK1oCdCHTFJqtQ9ITe&#10;mWw+na6yHrByCFJ5T97HMci3Cb+ulQxf6tqrwEzBqbeQTkxnGc9suxF5g8K1Wp7bEP/QRSe0paJX&#10;qEcRBDug/guq0xLBQx0mEroM6lpLlTgQm9n0DzYvrXAqcSFxvLvK5P8frPx8fEamq4KvOLOioxG9&#10;qiGw9zCweVSndz6npBdHaWEgN005MfXuCeQ3zyzsWmEb9YAIfatERd3N4svs5umI4yNI2X+CisqI&#10;Q4AENNTYRelIDEboNKXTdTKxFRlLrtfLuyWFJMUWq7vpcrVMNUR+ee7Qhw8KOhaNgiONPsGL45MP&#10;sR2RX1JiNQ9GV3ttTLpgU+4MsqOgNdmn74z+W5qxMdlCfDYiRk/iGamNJMNQDmfdSqhOxBhhXDv6&#10;TchoAX9w1tPKFdx/PwhUnJmPllS7my0WcUfThQy89ZYXr7CSIApecjaauzDu88GhblqqMM7HwgMp&#10;XOvEPY5i7ObcL61TkuS8+nFfb+8p69cPuv0JAAD//wMAUEsDBBQABgAIAAAAIQDxDGy74wAAAAwB&#10;AAAPAAAAZHJzL2Rvd25yZXYueG1sTI/BTsMwDIbvSLxDZCRuLO0GW1uaTgXUwzSEtLHDjlkTmmqN&#10;UzXpVt4ec4Kj7U+/vz9fT7ZjFz341qGAeBYB01g71WIj4PBZPSTAfJCoZOdQC/jWHtbF7U0uM+Wu&#10;uNOXfWgYhaDPpAATQp9x7mujrfQz12uk25cbrAw0Dg1Xg7xSuO34PIqW3MoW6YORvX41uj7vRyvA&#10;b4/lm32sNv78sZvLzWjK6v1FiPu7qXwGFvQU/mD41Sd1KMjp5EZUnnUClkn8RKiARZrGwIhIVwlt&#10;ToTGi1UCvMj5/xLFDwAAAP//AwBQSwECLQAUAAYACAAAACEAtoM4kv4AAADhAQAAEwAAAAAAAAAA&#10;AAAAAAAAAAAAW0NvbnRlbnRfVHlwZXNdLnhtbFBLAQItABQABgAIAAAAIQA4/SH/1gAAAJQBAAAL&#10;AAAAAAAAAAAAAAAAAC8BAABfcmVscy8ucmVsc1BLAQItABQABgAIAAAAIQCBui2uAgIAAOgDAAAO&#10;AAAAAAAAAAAAAAAAAC4CAABkcnMvZTJvRG9jLnhtbFBLAQItABQABgAIAAAAIQDxDGy74wAAAAwB&#10;AAAPAAAAAAAAAAAAAAAAAFwEAABkcnMvZG93bnJldi54bWxQSwUGAAAAAAQABADzAAAAbAUAAAAA&#10;" stroked="f">
              <v:textbox inset=",0,,0">
                <w:txbxContent>
                  <w:p w14:paraId="712D356C" w14:textId="77777777" w:rsidR="00C84B59" w:rsidRPr="00073D11" w:rsidRDefault="00C84B59" w:rsidP="00C84B59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E675B87" w14:textId="77777777" w:rsidR="00C84B59" w:rsidRDefault="00C84B59" w:rsidP="00C84B5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B0570D" w14:textId="77777777" w:rsidR="00656038" w:rsidRPr="00211DFE" w:rsidRDefault="00656038" w:rsidP="006560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欧洲、中东、非洲和美洲</w:t>
                    </w:r>
                  </w:p>
                  <w:p w14:paraId="20E2836E" w14:textId="77777777" w:rsidR="00656038" w:rsidRPr="00656038" w:rsidRDefault="00656038" w:rsidP="00656038">
                    <w:pPr>
                      <w:pStyle w:val="BodyTextIndent"/>
                      <w:ind w:left="0"/>
                      <w:rPr>
                        <w:i w:val="0"/>
                        <w:noProof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2CD8DD11" w14:textId="77777777" w:rsidR="00656038" w:rsidRPr="00426736" w:rsidRDefault="00656038" w:rsidP="006560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16A5A14E" w14:textId="32448D2A" w:rsidR="00656038" w:rsidRPr="00426736" w:rsidRDefault="004347F8" w:rsidP="0065603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6B29F5CA" w14:textId="5AAE3C05" w:rsidR="00656038" w:rsidRPr="00960BEA" w:rsidRDefault="006B44DD" w:rsidP="0065603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hyperlink r:id="rId6" w:history="1">
                      <w:r w:rsidR="00A656C4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0C7B6F76" w14:textId="77777777" w:rsidR="00C84B59" w:rsidRDefault="00C84B59" w:rsidP="00C84B5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6FC3F4" w14:textId="77777777" w:rsidR="00C84B59" w:rsidRPr="00446479" w:rsidRDefault="00C84B59" w:rsidP="00C84B5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iCs/>
                        <w:sz w:val="16"/>
                        <w:szCs w:val="16"/>
                      </w:rPr>
                      <w:t>亚太地区</w:t>
                    </w:r>
                  </w:p>
                  <w:p w14:paraId="38BD606B" w14:textId="77777777" w:rsidR="00C84B59" w:rsidRPr="00446479" w:rsidRDefault="00C84B59" w:rsidP="00C84B5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Bridget Ngang</w:t>
                    </w:r>
                  </w:p>
                  <w:p w14:paraId="5428AC15" w14:textId="77777777" w:rsidR="00C84B59" w:rsidRPr="00446479" w:rsidRDefault="00C84B59" w:rsidP="00C84B5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亚太区营销经理</w:t>
                    </w:r>
                  </w:p>
                  <w:p w14:paraId="375E78D9" w14:textId="77777777" w:rsidR="00C84B59" w:rsidRPr="000846FB" w:rsidRDefault="00C84B59" w:rsidP="00C84B5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+603 9545 6301</w:t>
                    </w:r>
                  </w:p>
                  <w:p w14:paraId="3E4EE0CB" w14:textId="694162BB" w:rsidR="00C84B59" w:rsidRPr="000846FB" w:rsidRDefault="006B44DD" w:rsidP="00C84B59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7" w:history="1">
                      <w:r w:rsidR="00A656C4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73129BEB" w14:textId="77777777" w:rsidR="00740908" w:rsidRPr="000846FB" w:rsidRDefault="00740908" w:rsidP="00C84B59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</w:p>
                  <w:p w14:paraId="2BF46DD9" w14:textId="77777777" w:rsidR="00740908" w:rsidRPr="00C17762" w:rsidRDefault="00740908" w:rsidP="00740908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fr-FR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美洲</w:t>
                    </w:r>
                  </w:p>
                  <w:p w14:paraId="5B26F1D3" w14:textId="77777777" w:rsidR="00740908" w:rsidRPr="00C17762" w:rsidRDefault="00740908" w:rsidP="00740908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fr-FR"/>
                      </w:rPr>
                    </w:pPr>
                    <w:r w:rsidRPr="00C17762">
                      <w:rPr>
                        <w:rFonts w:hint="eastAsia"/>
                        <w:i w:val="0"/>
                        <w:sz w:val="16"/>
                        <w:lang w:val="fr-FR"/>
                      </w:rPr>
                      <w:t>Alexandra Rios</w:t>
                    </w:r>
                  </w:p>
                  <w:p w14:paraId="00181D3F" w14:textId="77777777" w:rsidR="00740908" w:rsidRPr="00C17762" w:rsidRDefault="00740908" w:rsidP="0074090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市场与客户服务经理</w:t>
                    </w:r>
                  </w:p>
                  <w:p w14:paraId="3826BB73" w14:textId="77777777" w:rsidR="00740908" w:rsidRPr="00C17762" w:rsidRDefault="00740908" w:rsidP="0074090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</w:t>
                    </w:r>
                    <w:r w:rsidRPr="00C17762">
                      <w:rPr>
                        <w:rFonts w:hint="eastAsia"/>
                        <w:i w:val="0"/>
                        <w:sz w:val="16"/>
                        <w:lang w:val="fr-FR"/>
                      </w:rPr>
                      <w:t>：</w:t>
                    </w:r>
                    <w:r w:rsidRPr="00C17762">
                      <w:rPr>
                        <w:rFonts w:hint="eastAsia"/>
                        <w:i w:val="0"/>
                        <w:sz w:val="16"/>
                        <w:lang w:val="fr-FR"/>
                      </w:rPr>
                      <w:t>+1 678 584 2349</w:t>
                    </w:r>
                  </w:p>
                  <w:p w14:paraId="40F20225" w14:textId="0C7594C0" w:rsidR="00740908" w:rsidRPr="00C17762" w:rsidRDefault="006B44DD" w:rsidP="0074090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val="fr-FR"/>
                      </w:rPr>
                    </w:pPr>
                    <w:hyperlink r:id="rId8" w:history="1">
                      <w:r w:rsidR="00A656C4" w:rsidRPr="00C17762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  <w:lang w:val="fr-FR"/>
                        </w:rPr>
                        <w:t>alexandra.rios@kraiburg-tpe.com</w:t>
                      </w:r>
                    </w:hyperlink>
                    <w:r w:rsidR="00A656C4" w:rsidRPr="00C17762">
                      <w:rPr>
                        <w:rFonts w:hint="eastAsia"/>
                        <w:lang w:val="fr-FR"/>
                      </w:rPr>
                      <w:t xml:space="preserve"> </w:t>
                    </w:r>
                  </w:p>
                  <w:p w14:paraId="1F4924FA" w14:textId="77777777" w:rsidR="00C84B59" w:rsidRPr="00C17762" w:rsidRDefault="00C84B59" w:rsidP="00C84B5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541C5500" w14:textId="77777777" w:rsidR="00C84B59" w:rsidRPr="00C17762" w:rsidRDefault="00C84B59" w:rsidP="00C84B59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  <w:lang w:val="fr-FR"/>
                      </w:rPr>
                    </w:pPr>
                    <w:r>
                      <w:rPr>
                        <w:rFonts w:hint="eastAsia"/>
                        <w:b/>
                        <w:i w:val="0"/>
                        <w:sz w:val="16"/>
                      </w:rPr>
                      <w:t>通讯机构</w:t>
                    </w:r>
                  </w:p>
                  <w:p w14:paraId="5DF5B418" w14:textId="77777777" w:rsidR="00C84B59" w:rsidRPr="00C17762" w:rsidRDefault="00C84B59" w:rsidP="00C84B59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lang w:val="fr-FR"/>
                      </w:rPr>
                    </w:pPr>
                    <w:r w:rsidRPr="00C17762">
                      <w:rPr>
                        <w:rFonts w:ascii="Arial" w:eastAsia="SimSun" w:hAnsi="Arial" w:hint="eastAsia"/>
                        <w:i/>
                        <w:sz w:val="16"/>
                        <w:lang w:val="fr-FR"/>
                      </w:rPr>
                      <w:t>EMG</w:t>
                    </w:r>
                  </w:p>
                  <w:p w14:paraId="360AE76B" w14:textId="77777777" w:rsidR="00C84B59" w:rsidRPr="00C17762" w:rsidRDefault="00C84B59" w:rsidP="00C84B59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lang w:val="fr-FR"/>
                      </w:rPr>
                    </w:pPr>
                    <w:r w:rsidRPr="00C17762">
                      <w:rPr>
                        <w:rFonts w:ascii="Arial" w:eastAsia="SimSun" w:hAnsi="Arial" w:hint="eastAsia"/>
                        <w:sz w:val="16"/>
                        <w:lang w:val="fr-FR"/>
                      </w:rPr>
                      <w:t>Siria Nielsen</w:t>
                    </w:r>
                  </w:p>
                  <w:p w14:paraId="5B5CC085" w14:textId="77777777" w:rsidR="00C84B59" w:rsidRPr="00C17762" w:rsidRDefault="00C84B59" w:rsidP="00C84B59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lang w:val="fr-FR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</w:t>
                    </w:r>
                    <w:r w:rsidRPr="00C17762">
                      <w:rPr>
                        <w:rFonts w:ascii="Arial" w:eastAsia="SimSun" w:hAnsi="Arial" w:hint="eastAsia"/>
                        <w:sz w:val="16"/>
                        <w:lang w:val="fr-FR"/>
                      </w:rPr>
                      <w:t>：</w:t>
                    </w:r>
                    <w:r w:rsidRPr="00C17762">
                      <w:rPr>
                        <w:rFonts w:ascii="Arial" w:eastAsia="SimSun" w:hAnsi="Arial" w:hint="eastAsia"/>
                        <w:sz w:val="16"/>
                        <w:lang w:val="fr-FR"/>
                      </w:rPr>
                      <w:t>+31 164 317 036</w:t>
                    </w:r>
                  </w:p>
                  <w:p w14:paraId="1052A78E" w14:textId="15D8440C" w:rsidR="00DC32CA" w:rsidRPr="00C17762" w:rsidRDefault="006B44DD" w:rsidP="00C84B59">
                    <w:pPr>
                      <w:spacing w:after="0" w:line="360" w:lineRule="auto"/>
                      <w:rPr>
                        <w:sz w:val="16"/>
                        <w:szCs w:val="16"/>
                        <w:lang w:val="fr-FR"/>
                      </w:rPr>
                    </w:pPr>
                    <w:hyperlink r:id="rId9" w:history="1">
                      <w:r w:rsidR="00A656C4" w:rsidRPr="00C17762">
                        <w:rPr>
                          <w:rStyle w:val="Hyperlink"/>
                          <w:rFonts w:ascii="Arial" w:eastAsia="SimSun" w:hAnsi="Arial" w:hint="eastAsia"/>
                          <w:sz w:val="16"/>
                          <w:lang w:val="fr-FR"/>
                        </w:rPr>
                        <w:t>snielsen@emg-marcom.com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2D"/>
    <w:rsid w:val="00041B77"/>
    <w:rsid w:val="0004695A"/>
    <w:rsid w:val="00055A81"/>
    <w:rsid w:val="00071236"/>
    <w:rsid w:val="00083596"/>
    <w:rsid w:val="000846FB"/>
    <w:rsid w:val="0008699C"/>
    <w:rsid w:val="00096CA7"/>
    <w:rsid w:val="00097D31"/>
    <w:rsid w:val="000A510D"/>
    <w:rsid w:val="000A7D69"/>
    <w:rsid w:val="000B6A97"/>
    <w:rsid w:val="000D12E7"/>
    <w:rsid w:val="000D178A"/>
    <w:rsid w:val="000F32CD"/>
    <w:rsid w:val="000F7C99"/>
    <w:rsid w:val="001070A6"/>
    <w:rsid w:val="00110663"/>
    <w:rsid w:val="001246FA"/>
    <w:rsid w:val="00144072"/>
    <w:rsid w:val="00146E7E"/>
    <w:rsid w:val="0015476C"/>
    <w:rsid w:val="00162BD2"/>
    <w:rsid w:val="00163E63"/>
    <w:rsid w:val="0017332B"/>
    <w:rsid w:val="00180F66"/>
    <w:rsid w:val="001C4EAE"/>
    <w:rsid w:val="001E0E16"/>
    <w:rsid w:val="00201710"/>
    <w:rsid w:val="00225FD8"/>
    <w:rsid w:val="002271EA"/>
    <w:rsid w:val="002348F5"/>
    <w:rsid w:val="00235BA5"/>
    <w:rsid w:val="00244CE0"/>
    <w:rsid w:val="002631F5"/>
    <w:rsid w:val="00265CFF"/>
    <w:rsid w:val="00290773"/>
    <w:rsid w:val="0029752E"/>
    <w:rsid w:val="002A37DD"/>
    <w:rsid w:val="002A4AA7"/>
    <w:rsid w:val="002B3A55"/>
    <w:rsid w:val="002C4280"/>
    <w:rsid w:val="002C6993"/>
    <w:rsid w:val="002F2061"/>
    <w:rsid w:val="002F563D"/>
    <w:rsid w:val="00393332"/>
    <w:rsid w:val="003A6511"/>
    <w:rsid w:val="003C6DEF"/>
    <w:rsid w:val="003C78DA"/>
    <w:rsid w:val="004002A2"/>
    <w:rsid w:val="00406C85"/>
    <w:rsid w:val="00414AAA"/>
    <w:rsid w:val="004347F8"/>
    <w:rsid w:val="00452162"/>
    <w:rsid w:val="00456843"/>
    <w:rsid w:val="00456A3B"/>
    <w:rsid w:val="00471A94"/>
    <w:rsid w:val="00481947"/>
    <w:rsid w:val="004A62E0"/>
    <w:rsid w:val="004C6E24"/>
    <w:rsid w:val="004D5BAF"/>
    <w:rsid w:val="004E7C34"/>
    <w:rsid w:val="00502615"/>
    <w:rsid w:val="0050419E"/>
    <w:rsid w:val="00550C61"/>
    <w:rsid w:val="00582975"/>
    <w:rsid w:val="005D467D"/>
    <w:rsid w:val="005E1C3F"/>
    <w:rsid w:val="00614013"/>
    <w:rsid w:val="00627063"/>
    <w:rsid w:val="00656038"/>
    <w:rsid w:val="006709AB"/>
    <w:rsid w:val="00687C73"/>
    <w:rsid w:val="006A1403"/>
    <w:rsid w:val="006B0D90"/>
    <w:rsid w:val="006B1DAF"/>
    <w:rsid w:val="006C4A77"/>
    <w:rsid w:val="006D0902"/>
    <w:rsid w:val="006E4B80"/>
    <w:rsid w:val="006E65CF"/>
    <w:rsid w:val="00735668"/>
    <w:rsid w:val="00740908"/>
    <w:rsid w:val="0078239C"/>
    <w:rsid w:val="007831E2"/>
    <w:rsid w:val="00784C57"/>
    <w:rsid w:val="007861D0"/>
    <w:rsid w:val="007B4C2D"/>
    <w:rsid w:val="007D7444"/>
    <w:rsid w:val="007F1877"/>
    <w:rsid w:val="007F3DBF"/>
    <w:rsid w:val="007F6E66"/>
    <w:rsid w:val="00862FDF"/>
    <w:rsid w:val="0086790B"/>
    <w:rsid w:val="00885E31"/>
    <w:rsid w:val="00893ECA"/>
    <w:rsid w:val="00897321"/>
    <w:rsid w:val="008B1F30"/>
    <w:rsid w:val="008B2E96"/>
    <w:rsid w:val="008B6AFF"/>
    <w:rsid w:val="008C43CA"/>
    <w:rsid w:val="008D6339"/>
    <w:rsid w:val="008E5B5F"/>
    <w:rsid w:val="008F34D9"/>
    <w:rsid w:val="00923D2E"/>
    <w:rsid w:val="00947D55"/>
    <w:rsid w:val="00964C40"/>
    <w:rsid w:val="00980DBB"/>
    <w:rsid w:val="00986646"/>
    <w:rsid w:val="009E74A0"/>
    <w:rsid w:val="00A57CD6"/>
    <w:rsid w:val="00A656C4"/>
    <w:rsid w:val="00A709B8"/>
    <w:rsid w:val="00A805C3"/>
    <w:rsid w:val="00A805F6"/>
    <w:rsid w:val="00A832FB"/>
    <w:rsid w:val="00AA5A89"/>
    <w:rsid w:val="00AB32AB"/>
    <w:rsid w:val="00AB3770"/>
    <w:rsid w:val="00AB44F4"/>
    <w:rsid w:val="00AB48F2"/>
    <w:rsid w:val="00AD13B3"/>
    <w:rsid w:val="00AF706E"/>
    <w:rsid w:val="00B142D6"/>
    <w:rsid w:val="00B20D0E"/>
    <w:rsid w:val="00B21133"/>
    <w:rsid w:val="00B339E2"/>
    <w:rsid w:val="00B43FD8"/>
    <w:rsid w:val="00B517A4"/>
    <w:rsid w:val="00B71FAC"/>
    <w:rsid w:val="00B81B58"/>
    <w:rsid w:val="00BC1A81"/>
    <w:rsid w:val="00BD2B16"/>
    <w:rsid w:val="00BF28D4"/>
    <w:rsid w:val="00C0054B"/>
    <w:rsid w:val="00C10035"/>
    <w:rsid w:val="00C17762"/>
    <w:rsid w:val="00C17F49"/>
    <w:rsid w:val="00C24DC3"/>
    <w:rsid w:val="00C30003"/>
    <w:rsid w:val="00C33B05"/>
    <w:rsid w:val="00C44CB0"/>
    <w:rsid w:val="00C566EF"/>
    <w:rsid w:val="00C70EBC"/>
    <w:rsid w:val="00C8056E"/>
    <w:rsid w:val="00C81C2D"/>
    <w:rsid w:val="00C84B59"/>
    <w:rsid w:val="00C95294"/>
    <w:rsid w:val="00CD695F"/>
    <w:rsid w:val="00CE3169"/>
    <w:rsid w:val="00CE6C93"/>
    <w:rsid w:val="00CF1F82"/>
    <w:rsid w:val="00D14F71"/>
    <w:rsid w:val="00D2192F"/>
    <w:rsid w:val="00D238FD"/>
    <w:rsid w:val="00D34D49"/>
    <w:rsid w:val="00D41761"/>
    <w:rsid w:val="00D50D0C"/>
    <w:rsid w:val="00D625E9"/>
    <w:rsid w:val="00D81F17"/>
    <w:rsid w:val="00D821DB"/>
    <w:rsid w:val="00D9749E"/>
    <w:rsid w:val="00DB2468"/>
    <w:rsid w:val="00DC10C6"/>
    <w:rsid w:val="00DC21C2"/>
    <w:rsid w:val="00DC32CA"/>
    <w:rsid w:val="00DC58B2"/>
    <w:rsid w:val="00DE2E35"/>
    <w:rsid w:val="00E039D8"/>
    <w:rsid w:val="00E17CAC"/>
    <w:rsid w:val="00E533F6"/>
    <w:rsid w:val="00E908C9"/>
    <w:rsid w:val="00ED7A78"/>
    <w:rsid w:val="00F11E25"/>
    <w:rsid w:val="00F125F3"/>
    <w:rsid w:val="00F14DFB"/>
    <w:rsid w:val="00F20F7E"/>
    <w:rsid w:val="00F33088"/>
    <w:rsid w:val="00F50B59"/>
    <w:rsid w:val="00F540D8"/>
    <w:rsid w:val="00F56344"/>
    <w:rsid w:val="00F57F95"/>
    <w:rsid w:val="00F97DC4"/>
    <w:rsid w:val="00FA13B7"/>
    <w:rsid w:val="00FA1F87"/>
    <w:rsid w:val="00FC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BE0F09"/>
  <w15:docId w15:val="{A73A45E0-22FA-4222-A8ED-03AFC5BB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B59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6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4.jpg@01D62D34.9D74DFC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snielsen@emg-marco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ressReleaseFinder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nextis.fr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a.rios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3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snielsen@emg-marcom.com" TargetMode="External"/><Relationship Id="rId4" Type="http://schemas.openxmlformats.org/officeDocument/2006/relationships/hyperlink" Target="mailto:alexandra.rios@kraiburg-tpe.com" TargetMode="External"/><Relationship Id="rId9" Type="http://schemas.openxmlformats.org/officeDocument/2006/relationships/hyperlink" Target="mailto:snielsen@emg-marcom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raiburg%20TPE\05%20Press%20Releases\000%20TEMPLATES\Global%20PR\KRAPR000EN0000%20folder%20nam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354725F1108B41A8A047DB839D0342" ma:contentTypeVersion="8" ma:contentTypeDescription="Create a new document." ma:contentTypeScope="" ma:versionID="8cf0bfb259feec75338319df379be038">
  <xsd:schema xmlns:xsd="http://www.w3.org/2001/XMLSchema" xmlns:xs="http://www.w3.org/2001/XMLSchema" xmlns:p="http://schemas.microsoft.com/office/2006/metadata/properties" xmlns:ns3="1bd16793-e0be-457e-b6d2-4e2a34d5f9f5" targetNamespace="http://schemas.microsoft.com/office/2006/metadata/properties" ma:root="true" ma:fieldsID="ec646475979bb7f4a3b8aaf2252a7a5f" ns3:_="">
    <xsd:import namespace="1bd16793-e0be-457e-b6d2-4e2a34d5f9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16793-e0be-457e-b6d2-4e2a34d5f9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FF848-1214-4265-B1E8-ECE4840B83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89CF2-EC91-40CC-8DA2-BE0BF183BA83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1bd16793-e0be-457e-b6d2-4e2a34d5f9f5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85165E-1519-4AD3-942F-1786BA8E42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334F8A-9F08-499C-9174-53B9D8E1A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16793-e0be-457e-b6d2-4e2a34d5f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KRAPR000EN0000 folder name</Template>
  <TotalTime>13</TotalTime>
  <Pages>4</Pages>
  <Words>349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KRAIBURG TPE and NEXTIS partner on flexible USB socket protection cover molded in THERMOLAST® K for respiratory devices</vt:lpstr>
      <vt:lpstr>KRAIBURG TPE and NEXTIS partner on flexible USB socket protection cover molded in THERMOLAST® K for respiratory devices</vt:lpstr>
    </vt:vector>
  </TitlesOfParts>
  <Manager>Ilona Giljam</Manager>
  <Company>EMG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KRAIBURG TPE and NEXTIS partner on flexible USB socket protection cover molded in THERMOLAST® K for respiratory devices</dc:title>
  <dc:creator>Siria Nielsen</dc:creator>
  <cp:keywords>062</cp:keywords>
  <cp:lastModifiedBy>Yeow XiaoWei</cp:lastModifiedBy>
  <cp:revision>7</cp:revision>
  <cp:lastPrinted>2020-07-24T03:37:00Z</cp:lastPrinted>
  <dcterms:created xsi:type="dcterms:W3CDTF">2020-07-13T08:31:00Z</dcterms:created>
  <dcterms:modified xsi:type="dcterms:W3CDTF">2020-07-24T03:37:00Z</dcterms:modified>
  <cp:category>PR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0x01010099354725F1108B41A8A047DB839D0342</vt:lpwstr>
  </property>
</Properties>
</file>